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FF424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ind w:right="195" w:rightChars="93"/>
        <w:jc w:val="left"/>
        <w:rPr>
          <w:rFonts w:hint="eastAsia" w:ascii="黑体" w:hAnsi="黑体" w:eastAsia="仿宋_GB2312" w:cs="Times New Roman"/>
          <w:spacing w:val="-11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 w:cs="Times New Roman"/>
          <w:spacing w:val="-11"/>
          <w:sz w:val="32"/>
          <w:szCs w:val="24"/>
        </w:rPr>
        <w:t>附件</w:t>
      </w:r>
    </w:p>
    <w:p w14:paraId="34B604A3">
      <w:pPr>
        <w:spacing w:before="24" w:beforeLines="10"/>
        <w:jc w:val="center"/>
        <w:outlineLvl w:val="0"/>
        <w:rPr>
          <w:rFonts w:ascii="Times New Roman" w:hAnsi="Times New Roman" w:eastAsia="方正小标宋简体" w:cs="Times New Roman"/>
          <w:spacing w:val="-11"/>
          <w:kern w:val="44"/>
          <w:sz w:val="40"/>
          <w:szCs w:val="24"/>
        </w:rPr>
      </w:pPr>
      <w:r>
        <w:rPr>
          <w:rFonts w:hint="eastAsia" w:ascii="Times New Roman" w:hAnsi="Times New Roman" w:eastAsia="方正小标宋简体" w:cs="Times New Roman"/>
          <w:spacing w:val="-11"/>
          <w:kern w:val="44"/>
          <w:sz w:val="40"/>
          <w:szCs w:val="24"/>
        </w:rPr>
        <w:t xml:space="preserve"> 四川省家庭经济困难学生认定申请表</w:t>
      </w:r>
    </w:p>
    <w:p w14:paraId="45DCA8EC">
      <w:pPr>
        <w:spacing w:before="24" w:beforeLines="10"/>
        <w:jc w:val="center"/>
        <w:outlineLvl w:val="0"/>
        <w:rPr>
          <w:rFonts w:ascii="Times New Roman" w:hAnsi="Times New Roman" w:eastAsia="方正小标宋简体" w:cs="Times New Roman"/>
          <w:spacing w:val="-11"/>
          <w:kern w:val="44"/>
          <w:sz w:val="40"/>
          <w:szCs w:val="24"/>
        </w:rPr>
      </w:pPr>
      <w:r>
        <w:rPr>
          <w:rFonts w:hint="eastAsia" w:ascii="Times New Roman" w:hAnsi="Times New Roman" w:eastAsia="方正小标宋简体" w:cs="Times New Roman"/>
          <w:spacing w:val="-11"/>
          <w:kern w:val="44"/>
          <w:sz w:val="40"/>
          <w:szCs w:val="24"/>
        </w:rPr>
        <w:t>（样表，2025版）</w:t>
      </w:r>
    </w:p>
    <w:p w14:paraId="3D49390E">
      <w:pPr>
        <w:spacing w:before="24" w:beforeLines="10"/>
        <w:ind w:firstLine="219" w:firstLineChars="100"/>
        <w:rPr>
          <w:rFonts w:ascii="Times New Roman" w:hAnsi="Times New Roman" w:eastAsia="仿宋_GB2312" w:cs="Times New Roman"/>
          <w:b/>
          <w:bCs/>
          <w:spacing w:val="-11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学校：</w:t>
      </w:r>
      <w:r>
        <w:rPr>
          <w:rFonts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 xml:space="preserve"> 院系：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专业：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>年级：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</w:rPr>
        <w:t xml:space="preserve"> 班级：</w:t>
      </w:r>
      <w:r>
        <w:rPr>
          <w:rFonts w:hint="eastAsia" w:ascii="宋体" w:hAnsi="宋体" w:eastAsia="宋体" w:cs="宋体"/>
          <w:b/>
          <w:bCs/>
          <w:spacing w:val="-11"/>
          <w:sz w:val="24"/>
          <w:szCs w:val="21"/>
          <w:u w:val="single"/>
        </w:rPr>
        <w:t xml:space="preserve">        </w:t>
      </w:r>
    </w:p>
    <w:tbl>
      <w:tblPr>
        <w:tblStyle w:val="6"/>
        <w:tblW w:w="956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314"/>
        <w:gridCol w:w="959"/>
        <w:gridCol w:w="564"/>
        <w:gridCol w:w="1387"/>
        <w:gridCol w:w="588"/>
        <w:gridCol w:w="127"/>
        <w:gridCol w:w="645"/>
        <w:gridCol w:w="58"/>
        <w:gridCol w:w="587"/>
        <w:gridCol w:w="741"/>
        <w:gridCol w:w="413"/>
        <w:gridCol w:w="768"/>
        <w:gridCol w:w="763"/>
        <w:gridCol w:w="122"/>
        <w:gridCol w:w="582"/>
        <w:gridCol w:w="62"/>
      </w:tblGrid>
      <w:tr w14:paraId="6F4283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1EA75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学生</w:t>
            </w:r>
          </w:p>
          <w:p w14:paraId="5C0601C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基本</w:t>
            </w:r>
          </w:p>
          <w:p w14:paraId="6D800FD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C29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05073C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60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性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别</w:t>
            </w:r>
          </w:p>
        </w:tc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BCFD27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48AF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04119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E1F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籍贯</w:t>
            </w:r>
          </w:p>
        </w:tc>
        <w:tc>
          <w:tcPr>
            <w:tcW w:w="76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A56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38D25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B48D9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8F2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14:paraId="1E5A19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号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码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9A32AB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676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</w:t>
            </w:r>
          </w:p>
          <w:p w14:paraId="0E5794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人口</w:t>
            </w:r>
          </w:p>
        </w:tc>
        <w:tc>
          <w:tcPr>
            <w:tcW w:w="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68674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0F1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574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B0F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8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42A63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F80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详细通</w:t>
            </w:r>
          </w:p>
          <w:p w14:paraId="1215CD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讯地址</w:t>
            </w:r>
          </w:p>
        </w:tc>
        <w:tc>
          <w:tcPr>
            <w:tcW w:w="740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A022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093C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25F3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BC46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邮政编码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7130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A1DA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家长手机号码</w:t>
            </w:r>
          </w:p>
        </w:tc>
        <w:tc>
          <w:tcPr>
            <w:tcW w:w="2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0A34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D777B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81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0929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2529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户口性质</w:t>
            </w:r>
          </w:p>
        </w:tc>
        <w:tc>
          <w:tcPr>
            <w:tcW w:w="195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B196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□城镇 □农村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D752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学费</w:t>
            </w:r>
          </w:p>
          <w:p w14:paraId="1D7D80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标准</w:t>
            </w:r>
          </w:p>
        </w:tc>
        <w:tc>
          <w:tcPr>
            <w:tcW w:w="2031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C167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9BFA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住宿费</w:t>
            </w:r>
          </w:p>
          <w:p w14:paraId="7AD871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标准</w:t>
            </w:r>
          </w:p>
        </w:tc>
        <w:tc>
          <w:tcPr>
            <w:tcW w:w="1529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78B2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宋体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元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/年</w:t>
            </w:r>
          </w:p>
        </w:tc>
      </w:tr>
      <w:tr w14:paraId="7173A0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B18A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097C948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成员</w:t>
            </w:r>
          </w:p>
          <w:p w14:paraId="0B5A05A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7F4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85A6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52DC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与学生关系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DEB8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工作（学习）单位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5F4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职业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3E2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是否属于财政供养人员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487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是否担任企业法人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762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是否担任企业股东、高管、董事、监事</w:t>
            </w: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19CA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年收入</w:t>
            </w:r>
          </w:p>
          <w:p w14:paraId="6A87A9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 w14:paraId="33B88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E6582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04F7E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867CB3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6AB665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E41296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9F2CA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D3F140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ACAC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1829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1CB0D4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C904F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58B8B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B30D63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55EB1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E69F8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941561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4EC40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82E10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3BFB5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264F8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527B0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17FCF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DFD1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2E17F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1C14B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13343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86317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E235A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CEFDCD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B6D9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D8756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1CBCB2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2AA8C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37367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320A31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BDB6DF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1D3DEA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CF6A0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E2FF2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205E5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98F7C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65B7F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4EC364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D8801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D1553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E42BF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35C3A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5D173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0DAFB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D9D7D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EF70C4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C5FD6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7F99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E07A4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10F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BC223F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特殊</w:t>
            </w:r>
          </w:p>
          <w:p w14:paraId="7D7AB61B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群体</w:t>
            </w:r>
          </w:p>
          <w:p w14:paraId="67A9273D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868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532BB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脱贫家庭学生（原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建档立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卡贫困家庭学生）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  <w:p w14:paraId="14C0320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脱贫不稳定家庭学生（原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建档立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卡贫困家庭学生）</w:t>
            </w:r>
          </w:p>
          <w:p w14:paraId="2C4BA1F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□3.边缘易致贫家庭学生       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突发严重困难家庭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学生</w:t>
            </w:r>
          </w:p>
          <w:p w14:paraId="6C904FE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城乡低保家庭学生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低保边缘人口家庭学生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775610F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□7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特困人员救助家庭学生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□8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支出型困难家庭学生</w:t>
            </w:r>
          </w:p>
          <w:p w14:paraId="3BD652B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□9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其他低收入家庭学生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□10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孤儿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学生</w:t>
            </w:r>
          </w:p>
          <w:p w14:paraId="282FEEC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事实无人抚养儿童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残疾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学生 </w:t>
            </w:r>
          </w:p>
          <w:p w14:paraId="51E7256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□13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残疾人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子女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□14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退出现役的残疾军人</w:t>
            </w:r>
          </w:p>
          <w:p w14:paraId="2B92983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伤残人民警察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□16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因公伤残人员</w:t>
            </w:r>
          </w:p>
          <w:p w14:paraId="31E7425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□17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烈士遗属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□18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因公牺牲军人遗属</w:t>
            </w:r>
          </w:p>
          <w:p w14:paraId="0FE9BA5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□19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病故军人遗属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□20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参战参试退役军人</w:t>
            </w:r>
          </w:p>
          <w:p w14:paraId="149E32D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□21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带病回乡退役军人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□22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年满60周岁农村籍退役士兵</w:t>
            </w:r>
          </w:p>
        </w:tc>
      </w:tr>
      <w:tr w14:paraId="611986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8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7C349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影响</w:t>
            </w:r>
          </w:p>
          <w:p w14:paraId="39FA129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49A727B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经济</w:t>
            </w:r>
          </w:p>
          <w:p w14:paraId="2CAC0FB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状况</w:t>
            </w:r>
          </w:p>
          <w:p w14:paraId="5FE3D71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其他</w:t>
            </w:r>
          </w:p>
          <w:p w14:paraId="42BE7D1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有关</w:t>
            </w:r>
          </w:p>
          <w:p w14:paraId="20D2CED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信息</w:t>
            </w:r>
          </w:p>
        </w:tc>
        <w:tc>
          <w:tcPr>
            <w:tcW w:w="868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564AB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家庭人均年收入：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万元。</w:t>
            </w:r>
          </w:p>
          <w:p w14:paraId="537C962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家庭遭受自然灾害情况：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6D987FC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家庭遭受突发意外事件：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0E6ABE9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家庭成员因残疾、年迈而劳动能力弱情况：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301DD9C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□5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家庭成员患重大疾病情况：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04379E7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□6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家庭成员失业情况：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64C76E3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□7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.家庭欠债情况：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51DCCB5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□8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其它情况：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。</w:t>
            </w:r>
          </w:p>
          <w:p w14:paraId="1E709BE6">
            <w:pPr>
              <w:widowControl/>
              <w:jc w:val="left"/>
              <w:textAlignment w:val="center"/>
              <w:rPr>
                <w:rFonts w:hint="eastAsia"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（注：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1.请按实际情况勾选，并注明相应情况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；</w:t>
            </w:r>
            <w:r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2.请尽可能提供相应佐证材料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。）</w:t>
            </w:r>
          </w:p>
        </w:tc>
      </w:tr>
      <w:tr w14:paraId="6D4672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3FE1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个人</w:t>
            </w:r>
          </w:p>
          <w:p w14:paraId="4CBAB1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</w:tc>
        <w:tc>
          <w:tcPr>
            <w:tcW w:w="46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3131EEC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承诺内容：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14:paraId="63A3486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A1C682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ED4CC33">
            <w:pPr>
              <w:widowControl/>
              <w:jc w:val="left"/>
              <w:textAlignment w:val="center"/>
              <w:rPr>
                <w:rFonts w:hint="eastAsia" w:ascii="楷体_GB2312" w:hAnsi="宋体" w:eastAsia="楷体_GB2312" w:cs="宋体"/>
                <w:color w:val="000000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18"/>
                <w:szCs w:val="18"/>
                <w:lang w:bidi="ar"/>
              </w:rPr>
              <w:t>（注：本人手工填写“本人承诺以上所填写资料真实，如有虚假，愿承担相应责任。”）</w:t>
            </w:r>
          </w:p>
        </w:tc>
        <w:tc>
          <w:tcPr>
            <w:tcW w:w="1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AAC2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学生本人</w:t>
            </w:r>
          </w:p>
          <w:p w14:paraId="65F594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0"/>
                <w:kern w:val="0"/>
                <w:sz w:val="24"/>
                <w:szCs w:val="24"/>
                <w:lang w:bidi="ar"/>
              </w:rPr>
              <w:t>（或监护人）</w:t>
            </w:r>
          </w:p>
          <w:p w14:paraId="1951BB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签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字</w:t>
            </w:r>
          </w:p>
        </w:tc>
        <w:tc>
          <w:tcPr>
            <w:tcW w:w="27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A4060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287656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F4AD34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497112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278BF1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</w:t>
            </w:r>
          </w:p>
        </w:tc>
      </w:tr>
      <w:tr w14:paraId="673900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" w:type="dxa"/>
          <w:trHeight w:val="90" w:hRule="atLeast"/>
        </w:trPr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D6427B"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班级</w:t>
            </w:r>
          </w:p>
          <w:p w14:paraId="42C17673"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评议</w:t>
            </w:r>
          </w:p>
          <w:p w14:paraId="12E9E6BB"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455C51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A.家庭经济特别困难   □</w:t>
            </w:r>
          </w:p>
          <w:p w14:paraId="29F354BC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B.家庭经济困难       □</w:t>
            </w:r>
          </w:p>
          <w:p w14:paraId="77068ACF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C.家庭经济一般困难   □</w:t>
            </w:r>
          </w:p>
          <w:p w14:paraId="51081139">
            <w:pPr>
              <w:spacing w:line="420" w:lineRule="auto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D.家庭经济不困难     □</w:t>
            </w:r>
          </w:p>
        </w:tc>
        <w:tc>
          <w:tcPr>
            <w:tcW w:w="4806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99272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陈述理由：</w:t>
            </w:r>
          </w:p>
          <w:p w14:paraId="61C3F7FA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360D267C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318A35C5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1E3D8E6D">
            <w:pPr>
              <w:spacing w:before="24" w:beforeLines="10"/>
              <w:ind w:firstLine="360" w:firstLineChars="15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评议小组组长签字：        </w:t>
            </w:r>
          </w:p>
          <w:p w14:paraId="3A8DA67E">
            <w:pPr>
              <w:spacing w:before="24" w:beforeLines="10"/>
              <w:ind w:firstLine="360" w:firstLineChars="15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14:paraId="4A4E82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" w:type="dxa"/>
          <w:trHeight w:val="2011" w:hRule="atLeast"/>
        </w:trPr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DF6C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院（系、</w:t>
            </w:r>
          </w:p>
          <w:p w14:paraId="666433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年级）</w:t>
            </w:r>
          </w:p>
          <w:p w14:paraId="2D071B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830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 w14:paraId="04C00D56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  <w:p w14:paraId="56CC5064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经评议小组推荐、本院（系、年级）认真审核并公示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 w14:paraId="7734F659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同意评议小组意见。</w:t>
            </w:r>
          </w:p>
          <w:p w14:paraId="45DBB55C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不同意评议小组意见。建议调整为：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；</w:t>
            </w:r>
          </w:p>
          <w:p w14:paraId="18C95C2C">
            <w:pPr>
              <w:widowControl/>
              <w:ind w:firstLine="600" w:firstLineChars="250"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 w14:paraId="7FE1BDFA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1242104A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0B77B317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 w14:paraId="0A1E226B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411B2B07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>
              <w:rPr>
                <w:rFonts w:hint="eastAsia" w:ascii="宋体" w:hAnsi="宋体" w:eastAsia="仿宋_GB2312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14:paraId="5E1BA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2" w:type="dxa"/>
          <w:trHeight w:val="2524" w:hRule="atLeast"/>
        </w:trPr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E9F793"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校级</w:t>
            </w:r>
          </w:p>
          <w:p w14:paraId="6ACBAB4D">
            <w:pPr>
              <w:spacing w:before="24" w:beforeLines="1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认定</w:t>
            </w:r>
          </w:p>
          <w:p w14:paraId="22778E34">
            <w:pPr>
              <w:spacing w:before="24" w:beforeLines="10"/>
              <w:jc w:val="center"/>
              <w:rPr>
                <w:rFonts w:hint="eastAsia" w:ascii="新宋体" w:hAnsi="新宋体" w:eastAsia="新宋体" w:cs="新宋体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30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9723A6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经学生所在院（系、年级）提请，本机构认真核实并公示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个工作日后，</w:t>
            </w:r>
          </w:p>
          <w:p w14:paraId="443F9170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同意工作组和评议小组意见。</w:t>
            </w:r>
          </w:p>
          <w:p w14:paraId="55BB525F">
            <w:pPr>
              <w:spacing w:before="24" w:beforeLines="10"/>
              <w:ind w:firstLine="240" w:firstLineChars="100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□ 不同意工作组和评议小组意见。建议调整为：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；</w:t>
            </w:r>
          </w:p>
          <w:p w14:paraId="0E53FACE">
            <w:pPr>
              <w:widowControl/>
              <w:ind w:firstLine="600" w:firstLineChars="25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调整理由：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spacing w:val="-11"/>
                <w:sz w:val="32"/>
                <w:szCs w:val="24"/>
              </w:rPr>
              <w:t xml:space="preserve"> 。</w:t>
            </w:r>
          </w:p>
          <w:p w14:paraId="46C960B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14:paraId="369028F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 w14:paraId="537F84E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-1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>
              <w:rPr>
                <w:rFonts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 w14:paraId="65F3024C">
      <w:pPr>
        <w:rPr>
          <w:rFonts w:ascii="仿宋_GB2312" w:eastAsia="仿宋_GB2312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71" w:right="1474" w:bottom="1871" w:left="1588" w:header="1701" w:footer="1588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EC098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F3DE7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F3DE7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E05F2">
    <w:pPr>
      <w:pStyle w:val="4"/>
      <w:framePr w:wrap="around" w:vAnchor="text" w:hAnchor="margin" w:xAlign="outside" w:y="1"/>
      <w:ind w:left="210" w:leftChars="100"/>
      <w:rPr>
        <w:rStyle w:val="9"/>
        <w:rFonts w:hint="eastAsia" w:ascii="宋体" w:hAnsi="宋体" w:eastAsia="宋体"/>
        <w:sz w:val="28"/>
        <w:szCs w:val="28"/>
      </w:rPr>
    </w:pPr>
    <w:r>
      <w:rPr>
        <w:rStyle w:val="9"/>
        <w:rFonts w:hint="eastAsia" w:ascii="宋体" w:hAnsi="宋体" w:eastAsia="宋体"/>
        <w:sz w:val="28"/>
        <w:szCs w:val="28"/>
      </w:rPr>
      <w:t xml:space="preserve">— </w:t>
    </w: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2</w:t>
    </w:r>
    <w:r>
      <w:rPr>
        <w:rStyle w:val="9"/>
        <w:rFonts w:ascii="宋体" w:hAnsi="宋体" w:eastAsia="宋体"/>
        <w:sz w:val="28"/>
        <w:szCs w:val="28"/>
      </w:rPr>
      <w:fldChar w:fldCharType="end"/>
    </w:r>
    <w:r>
      <w:rPr>
        <w:rStyle w:val="9"/>
        <w:rFonts w:hint="eastAsia" w:ascii="宋体" w:hAnsi="宋体" w:eastAsia="宋体"/>
        <w:sz w:val="28"/>
        <w:szCs w:val="28"/>
      </w:rPr>
      <w:t xml:space="preserve"> —</w:t>
    </w:r>
  </w:p>
  <w:p w14:paraId="62A6E875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FF260">
    <w:pPr>
      <w:pStyle w:val="5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62642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44"/>
    <w:rsid w:val="000633A4"/>
    <w:rsid w:val="00112420"/>
    <w:rsid w:val="001321A3"/>
    <w:rsid w:val="00144F74"/>
    <w:rsid w:val="00147327"/>
    <w:rsid w:val="00184BCC"/>
    <w:rsid w:val="001B42BA"/>
    <w:rsid w:val="001D580A"/>
    <w:rsid w:val="00206ED2"/>
    <w:rsid w:val="0035246A"/>
    <w:rsid w:val="0035385C"/>
    <w:rsid w:val="003A34ED"/>
    <w:rsid w:val="003D2942"/>
    <w:rsid w:val="003E2F09"/>
    <w:rsid w:val="00412D75"/>
    <w:rsid w:val="00426B51"/>
    <w:rsid w:val="00450FA8"/>
    <w:rsid w:val="00463734"/>
    <w:rsid w:val="00475766"/>
    <w:rsid w:val="0049411B"/>
    <w:rsid w:val="004B3681"/>
    <w:rsid w:val="004D33F2"/>
    <w:rsid w:val="004F0B03"/>
    <w:rsid w:val="00511CC2"/>
    <w:rsid w:val="005320A0"/>
    <w:rsid w:val="005522DF"/>
    <w:rsid w:val="0058769E"/>
    <w:rsid w:val="005A682E"/>
    <w:rsid w:val="006357A3"/>
    <w:rsid w:val="00645A63"/>
    <w:rsid w:val="0065325F"/>
    <w:rsid w:val="00665672"/>
    <w:rsid w:val="00683912"/>
    <w:rsid w:val="00691743"/>
    <w:rsid w:val="006A4F9E"/>
    <w:rsid w:val="007845F2"/>
    <w:rsid w:val="00794B2C"/>
    <w:rsid w:val="007B406C"/>
    <w:rsid w:val="00844BC5"/>
    <w:rsid w:val="00850378"/>
    <w:rsid w:val="00941EE0"/>
    <w:rsid w:val="009463BA"/>
    <w:rsid w:val="00952CCA"/>
    <w:rsid w:val="00954573"/>
    <w:rsid w:val="009967C5"/>
    <w:rsid w:val="009E02A3"/>
    <w:rsid w:val="009F7D0B"/>
    <w:rsid w:val="00A30946"/>
    <w:rsid w:val="00AC6DF6"/>
    <w:rsid w:val="00AF73FC"/>
    <w:rsid w:val="00B26EDA"/>
    <w:rsid w:val="00C146E1"/>
    <w:rsid w:val="00C1594B"/>
    <w:rsid w:val="00C27953"/>
    <w:rsid w:val="00C45F22"/>
    <w:rsid w:val="00C65EC8"/>
    <w:rsid w:val="00C979BD"/>
    <w:rsid w:val="00D02336"/>
    <w:rsid w:val="00D027B2"/>
    <w:rsid w:val="00D367F3"/>
    <w:rsid w:val="00D93728"/>
    <w:rsid w:val="00DA4F6D"/>
    <w:rsid w:val="00E04C44"/>
    <w:rsid w:val="00E2392D"/>
    <w:rsid w:val="00E240C5"/>
    <w:rsid w:val="00E3588B"/>
    <w:rsid w:val="00E65288"/>
    <w:rsid w:val="00E93428"/>
    <w:rsid w:val="00EC7D52"/>
    <w:rsid w:val="00FF74CC"/>
    <w:rsid w:val="019B36B5"/>
    <w:rsid w:val="02447828"/>
    <w:rsid w:val="07106873"/>
    <w:rsid w:val="07D01B5E"/>
    <w:rsid w:val="08591B53"/>
    <w:rsid w:val="13F76DF0"/>
    <w:rsid w:val="14586719"/>
    <w:rsid w:val="14B60A59"/>
    <w:rsid w:val="16B014D8"/>
    <w:rsid w:val="1E0740D4"/>
    <w:rsid w:val="28E62B38"/>
    <w:rsid w:val="2B6A7A50"/>
    <w:rsid w:val="2BFF63EA"/>
    <w:rsid w:val="2F3445FD"/>
    <w:rsid w:val="2F4B1946"/>
    <w:rsid w:val="30BC6FA0"/>
    <w:rsid w:val="31E0281A"/>
    <w:rsid w:val="35F04FF6"/>
    <w:rsid w:val="375872F6"/>
    <w:rsid w:val="395C5CA8"/>
    <w:rsid w:val="395F671A"/>
    <w:rsid w:val="39C742BF"/>
    <w:rsid w:val="3A4122C4"/>
    <w:rsid w:val="3CD967E3"/>
    <w:rsid w:val="405C1C05"/>
    <w:rsid w:val="44802ACD"/>
    <w:rsid w:val="47633879"/>
    <w:rsid w:val="47B21239"/>
    <w:rsid w:val="4ACF1226"/>
    <w:rsid w:val="4B0D06CC"/>
    <w:rsid w:val="4B235EFE"/>
    <w:rsid w:val="4D2B4E39"/>
    <w:rsid w:val="4DAE7818"/>
    <w:rsid w:val="4DE33966"/>
    <w:rsid w:val="4E5E4D9B"/>
    <w:rsid w:val="4EC8490A"/>
    <w:rsid w:val="50760AC1"/>
    <w:rsid w:val="535B7AFB"/>
    <w:rsid w:val="558E065B"/>
    <w:rsid w:val="55990DAE"/>
    <w:rsid w:val="559A6CBD"/>
    <w:rsid w:val="56EE0C86"/>
    <w:rsid w:val="58705DF6"/>
    <w:rsid w:val="588C0756"/>
    <w:rsid w:val="5C1F097F"/>
    <w:rsid w:val="5FFC578A"/>
    <w:rsid w:val="61926DDD"/>
    <w:rsid w:val="62276328"/>
    <w:rsid w:val="62285994"/>
    <w:rsid w:val="635A0C3C"/>
    <w:rsid w:val="642F55D9"/>
    <w:rsid w:val="64607667"/>
    <w:rsid w:val="6F96218E"/>
    <w:rsid w:val="719869A4"/>
    <w:rsid w:val="71CF7BDA"/>
    <w:rsid w:val="726A7B48"/>
    <w:rsid w:val="774D5F32"/>
    <w:rsid w:val="78E51A91"/>
    <w:rsid w:val="796C4B23"/>
    <w:rsid w:val="7A0644BA"/>
    <w:rsid w:val="7A3525A4"/>
    <w:rsid w:val="7ECB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仿宋_GB2312" w:cs="Times New Roman"/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semiHidden/>
    <w:unhideWhenUsed/>
    <w:qFormat/>
    <w:uiPriority w:val="99"/>
  </w:style>
  <w:style w:type="character" w:customStyle="1" w:styleId="10">
    <w:name w:val="页眉 字符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2">
    <w:name w:val="日期 字符"/>
    <w:basedOn w:val="8"/>
    <w:link w:val="2"/>
    <w:semiHidden/>
    <w:qFormat/>
    <w:uiPriority w:val="99"/>
    <w:rPr>
      <w:kern w:val="2"/>
      <w:sz w:val="32"/>
      <w:szCs w:val="22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shuiDZS\Desktop\GWMB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GWMB</Template>
  <Pages>2</Pages>
  <Words>889</Words>
  <Characters>942</Characters>
  <Lines>13</Lines>
  <Paragraphs>3</Paragraphs>
  <TotalTime>3</TotalTime>
  <ScaleCrop>false</ScaleCrop>
  <LinksUpToDate>false</LinksUpToDate>
  <CharactersWithSpaces>1746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2019-06-06T01:57:00Z</dcterms:created>
  <dc:creator>税伯高</dc:creator>
  <cp:lastModifiedBy>八月笙歌</cp:lastModifiedBy>
  <cp:lastPrinted>2019-06-06T01:57:00Z</cp:lastPrinted>
  <dcterms:modified xsi:type="dcterms:W3CDTF">2025-09-16T01:06:31Z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8C45205048C141E59B49D9251802DF61_13</vt:lpwstr>
  </property>
  <property fmtid="{D5CDD505-2E9C-101B-9397-08002B2CF9AE}" pid="4" name="KSOTemplateDocerSaveRecord">
    <vt:lpwstr>eyJoZGlkIjoiOTdjNzFlMGFhNWNhMTJlNDc1MWU0NWUyYmNjNDEzNWYiLCJ1c2VySWQiOiIxNzI2NTMwNDcwIn0=</vt:lpwstr>
  </property>
</Properties>
</file>